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C5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A0E7A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CC56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A0E7A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61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CC56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C5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СЕВЕРНА АМЕРИКА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545C96" w:rsidRDefault="00D0461E" w:rsidP="00CC566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C5660" w:rsidRPr="00CC5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Северна  Америка  и  Англоамерика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C566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CC56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C5660" w:rsidRPr="00CC5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Утврдити  знања  о  географским  одлика  Северне  америке  и  Англоамерике.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A45210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A45210" w:rsidRPr="00177289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CC5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Утврдити  и  практично применити  знања  о  географским  одликама  Северне  Америке  и  Англоамерике на немој  карти.</w:t>
            </w:r>
          </w:p>
          <w:p w:rsidR="00A45210" w:rsidRPr="00545C96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670648" w:rsidRDefault="00D0461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CC5660" w:rsidRPr="00CC5660" w:rsidRDefault="00CC5660" w:rsidP="00CC56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5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-разуме  основне  географске  одлике  Северне  Америке и Англоамерике</w:t>
            </w:r>
          </w:p>
          <w:p w:rsidR="00D0461E" w:rsidRPr="005F7634" w:rsidRDefault="00CC5660" w:rsidP="00CC56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5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на  немој  карти  представи  географске  објекте   Северне Америке и Англоамерике</w:t>
            </w: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5A0E7A" w:rsidRPr="005A0E7A" w:rsidRDefault="005A0E7A" w:rsidP="00E3469D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A0E7A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ГЕ1.1.3. Препознаје и чита географске и допунске елементе карте – чита називе мора, залива, острва, полуострва, рељефних целина, хидрографских објеката, држава и градова Северне Америке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 Англоамерике</w:t>
            </w:r>
          </w:p>
          <w:p w:rsidR="005A0E7A" w:rsidRPr="005A0E7A" w:rsidRDefault="005A0E7A" w:rsidP="00E3469D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A0E7A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ГЕ1.4.2. Препознаје основне природне и 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руштвене одлике Северне Америке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  Англоамерике</w:t>
            </w:r>
          </w:p>
          <w:p w:rsidR="005A0E7A" w:rsidRDefault="00670648" w:rsidP="00E3469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</w:p>
          <w:p w:rsidR="005A0E7A" w:rsidRPr="005A0E7A" w:rsidRDefault="005A0E7A" w:rsidP="005A0E7A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A0E7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ГЕ2.1.2. Одређује положај места и тачака на карти – мора, залива, острва, полуострва, рељефних целина, хидрографских објеката, држава и градова Северне Америке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 Англоамерике</w:t>
            </w:r>
            <w:r w:rsidRPr="005A0E7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5A0E7A" w:rsidRPr="005A0E7A" w:rsidRDefault="005A0E7A" w:rsidP="005A0E7A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A0E7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ГЕ2.1.4. Приказује понуђене географске податке на немој карти, графикону, табели или схеми.</w:t>
            </w:r>
          </w:p>
          <w:p w:rsidR="00670648" w:rsidRPr="005A0E7A" w:rsidRDefault="005A0E7A" w:rsidP="005A0E7A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  <w:r w:rsidRPr="005A0E7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ГЕ2.4.2. Описује природне и друштвене одлике Северне Америке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 Англоамерике</w:t>
            </w:r>
            <w:r w:rsidRPr="005A0E7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="004C7CD5" w:rsidRPr="005A0E7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5A0E7A" w:rsidRDefault="005A0E7A" w:rsidP="005F7634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A0E7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ГЕ3.1.1. Анализира карту и доноси закључке о просторним и каузалним везама географских чињеница Северне Америке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 Англоамерике</w:t>
            </w:r>
            <w:r w:rsidRPr="005A0E7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664F16" w:rsidRPr="005F7634" w:rsidRDefault="005A0E7A" w:rsidP="005F7634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A0E7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ГЕ3.4.3. Објашњава географске везе и законитости Северне Америке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и  Англоамерике</w:t>
            </w:r>
            <w:r w:rsidRPr="005A0E7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2E11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индивидуални.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2E111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Географски  атлас-издање  Завод  за  уџбенике, Београд, Вежбанка  за  географију 7.  разред (неме карте), издање  Завод  за  уџбеник</w:t>
            </w:r>
            <w:r w:rsidR="002E11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е,Београд,  зидна  карта  Северне  Америке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96516D" w:rsidRPr="00B37DAE" w:rsidTr="00E3469D">
        <w:tc>
          <w:tcPr>
            <w:tcW w:w="9468" w:type="dxa"/>
          </w:tcPr>
          <w:p w:rsidR="0096516D" w:rsidRPr="00545C96" w:rsidRDefault="002E1118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1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Саопштавамо  ученицима  да  ће  се  урврђивање  и  проверање  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својености знања  о  географским  одликама  Северне  Америке  и  Англоамерике</w:t>
            </w:r>
            <w:r w:rsidRPr="002E11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извршити  на нем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ој  карти  </w:t>
            </w:r>
            <w:r w:rsidRPr="002E11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Северне  Америкеу  Вежбанци (стр. 26</w:t>
            </w:r>
            <w:r w:rsidRPr="002E11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).Ученици  треба  да  припреме  вежбанке, бојице и  </w:t>
            </w:r>
            <w:r w:rsidRPr="002E11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фломастере.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Главни део часа</w:t>
            </w:r>
            <w:r w:rsidR="00E3469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E3469D">
        <w:tc>
          <w:tcPr>
            <w:tcW w:w="9468" w:type="dxa"/>
          </w:tcPr>
          <w:p w:rsidR="005F7634" w:rsidRDefault="002E1118" w:rsidP="002E11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1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Делимо наставне  листиће  са  задацима   за рад  на немој карти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Северне  Америке</w:t>
            </w:r>
            <w:r w:rsidRPr="002E11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.Ученици  припремају  Вежбанку и  потребни  прибор  и  приступају  раду.Прво  треба  да  ураде  тражени  задатак  на немој  карти,  а онда  следеће  задатке:</w:t>
            </w:r>
          </w:p>
          <w:p w:rsidR="002E1118" w:rsidRDefault="002E1118" w:rsidP="002E11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-исписују  називе  океана,</w:t>
            </w:r>
            <w:r w:rsidR="005E47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мора  залива,  пол</w:t>
            </w:r>
            <w:r w:rsidR="005E47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острва  и  већих  острва</w:t>
            </w:r>
          </w:p>
          <w:p w:rsidR="002E1118" w:rsidRDefault="002E1118" w:rsidP="002E11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-браон  бојом означе  правце  пружања планина; Аљаске  пл.  </w:t>
            </w:r>
            <w:r w:rsidR="005E47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Кордиљери, Стеновите пл.  Апалач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</w:t>
            </w:r>
          </w:p>
          <w:p w:rsidR="002E1118" w:rsidRDefault="002E1118" w:rsidP="002E11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-жутим  површинским знаком  простирање  Канадског штитта</w:t>
            </w:r>
          </w:p>
          <w:p w:rsidR="002E1118" w:rsidRDefault="002E1118" w:rsidP="002E11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-зеленом  бојом</w:t>
            </w:r>
            <w:r w:rsidR="005E47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простирање При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морске  низије</w:t>
            </w:r>
          </w:p>
          <w:p w:rsidR="002E1118" w:rsidRDefault="002E1118" w:rsidP="002E11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-плавом  бојом  подебљају  линијске  знаке  којима  су  представљене  реке: Јукон</w:t>
            </w:r>
          </w:p>
          <w:p w:rsidR="002E1118" w:rsidRDefault="002E1118" w:rsidP="002E11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Мисисипи  и Мисури,  Сен Лоренс,  Колорадо</w:t>
            </w:r>
          </w:p>
          <w:p w:rsidR="002E1118" w:rsidRDefault="005E47B3" w:rsidP="002E11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-бројеви</w:t>
            </w:r>
            <w:r w:rsidR="002E11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E11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означе:</w:t>
            </w:r>
          </w:p>
          <w:p w:rsidR="005E47B3" w:rsidRDefault="005E47B3" w:rsidP="002E11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1.Велико  Медвеђе  језеро</w:t>
            </w:r>
          </w:p>
          <w:p w:rsidR="005E47B3" w:rsidRDefault="005E47B3" w:rsidP="005E47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2.Велики  кањон  Колорада</w:t>
            </w:r>
          </w:p>
          <w:p w:rsidR="005E47B3" w:rsidRDefault="005E47B3" w:rsidP="005E47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3.град  Њујорк</w:t>
            </w:r>
          </w:p>
          <w:p w:rsidR="005E47B3" w:rsidRDefault="005E47B3" w:rsidP="005E47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4.национални  парк  Јелоустон</w:t>
            </w:r>
          </w:p>
          <w:p w:rsidR="005E47B3" w:rsidRPr="00545C96" w:rsidRDefault="005E47B3" w:rsidP="005E47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5.мегалополис САНСАН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5E47B3" w:rsidP="00E3469D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47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Прикупљамо  вежбанке  од  ученика да  би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смо их  оценили  и  следећи  ча</w:t>
            </w:r>
            <w:bookmarkStart w:id="0" w:name="_GoBack"/>
            <w:bookmarkEnd w:id="0"/>
            <w:r w:rsidRPr="005E47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 саопштили   и  образложили  оцене</w:t>
            </w:r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1C6C13" w:rsidRDefault="00B80B2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</w:p>
          <w:p w:rsidR="00606767" w:rsidRPr="00E3469D" w:rsidRDefault="00606767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D1454"/>
    <w:rsid w:val="00177289"/>
    <w:rsid w:val="001C6C13"/>
    <w:rsid w:val="002365E8"/>
    <w:rsid w:val="002E1118"/>
    <w:rsid w:val="003321C2"/>
    <w:rsid w:val="00391413"/>
    <w:rsid w:val="003F1D6D"/>
    <w:rsid w:val="00417219"/>
    <w:rsid w:val="00466279"/>
    <w:rsid w:val="004C7CD5"/>
    <w:rsid w:val="00545C96"/>
    <w:rsid w:val="005A0E7A"/>
    <w:rsid w:val="005E47B3"/>
    <w:rsid w:val="005F7634"/>
    <w:rsid w:val="005F784B"/>
    <w:rsid w:val="00605D58"/>
    <w:rsid w:val="00606767"/>
    <w:rsid w:val="00664F16"/>
    <w:rsid w:val="00670648"/>
    <w:rsid w:val="006F2937"/>
    <w:rsid w:val="007E6623"/>
    <w:rsid w:val="00854D2A"/>
    <w:rsid w:val="008F0F0B"/>
    <w:rsid w:val="00942ED0"/>
    <w:rsid w:val="0096516D"/>
    <w:rsid w:val="00A17F87"/>
    <w:rsid w:val="00A45210"/>
    <w:rsid w:val="00A47E59"/>
    <w:rsid w:val="00AB78A4"/>
    <w:rsid w:val="00B37DAE"/>
    <w:rsid w:val="00B80B22"/>
    <w:rsid w:val="00BA107D"/>
    <w:rsid w:val="00BF20E4"/>
    <w:rsid w:val="00C379D6"/>
    <w:rsid w:val="00C70D9C"/>
    <w:rsid w:val="00C81044"/>
    <w:rsid w:val="00CC0911"/>
    <w:rsid w:val="00CC5660"/>
    <w:rsid w:val="00D0461E"/>
    <w:rsid w:val="00DB7062"/>
    <w:rsid w:val="00DE65D7"/>
    <w:rsid w:val="00E3469D"/>
    <w:rsid w:val="00E4334D"/>
    <w:rsid w:val="00F05659"/>
    <w:rsid w:val="00F137B9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5928B0-242F-4072-B736-54EE19E70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1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2</cp:revision>
  <dcterms:created xsi:type="dcterms:W3CDTF">2020-07-07T11:14:00Z</dcterms:created>
  <dcterms:modified xsi:type="dcterms:W3CDTF">2020-07-07T11:14:00Z</dcterms:modified>
</cp:coreProperties>
</file>